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524FDFA6" w:rsidR="004C5AF4" w:rsidRDefault="004A0F2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2</w:t>
      </w:r>
      <w:bookmarkStart w:id="4" w:name="_GoBack"/>
      <w:bookmarkEnd w:id="4"/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5665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0B623EDF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239456D4" w14:textId="59044D7A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CD3D37E" w14:textId="77777777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5653F66" w14:textId="4380C553" w:rsidR="001664FA" w:rsidRPr="00C808BE" w:rsidRDefault="001664FA" w:rsidP="001664FA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1664FA" w:rsidRPr="00C808BE" w14:paraId="4B197A88" w14:textId="77777777" w:rsidTr="00032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83DEF7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ZHOTOVITEL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1664FA" w:rsidRPr="00C808BE" w14:paraId="389AB653" w14:textId="77777777" w:rsidTr="00032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B7E915E" w14:textId="0240FF26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díla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19B9472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1664FA" w:rsidRPr="00C808BE" w14:paraId="1F095C2F" w14:textId="77777777" w:rsidTr="00032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25170FC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683D6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5224BE5" w14:textId="2D13C36C" w:rsidR="001664FA" w:rsidRPr="00C808BE" w:rsidRDefault="001664FA" w:rsidP="001664FA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 w:rsidR="00540CF9">
        <w:rPr>
          <w:rFonts w:eastAsia="Times New Roman" w:cs="Times New Roman"/>
          <w:highlight w:val="green"/>
          <w:lang w:eastAsia="cs-CZ"/>
        </w:rPr>
        <w:t>předmět dí</w:t>
      </w:r>
      <w:r>
        <w:rPr>
          <w:rFonts w:eastAsia="Times New Roman" w:cs="Times New Roman"/>
          <w:highlight w:val="green"/>
          <w:lang w:eastAsia="cs-CZ"/>
        </w:rPr>
        <w:t>la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díla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díla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bookmarkEnd w:id="0"/>
    <w:bookmarkEnd w:id="1"/>
    <w:bookmarkEnd w:id="2"/>
    <w:bookmarkEnd w:id="3"/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82E3D" w14:textId="77777777" w:rsidR="00E22F9C" w:rsidRDefault="00E22F9C" w:rsidP="00962258">
      <w:pPr>
        <w:spacing w:after="0" w:line="240" w:lineRule="auto"/>
      </w:pPr>
      <w:r>
        <w:separator/>
      </w:r>
    </w:p>
  </w:endnote>
  <w:endnote w:type="continuationSeparator" w:id="0">
    <w:p w14:paraId="40DE75D1" w14:textId="77777777" w:rsidR="00E22F9C" w:rsidRDefault="00E22F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8EF99" w14:textId="77777777" w:rsidR="00E22F9C" w:rsidRDefault="00E22F9C" w:rsidP="00962258">
      <w:pPr>
        <w:spacing w:after="0" w:line="240" w:lineRule="auto"/>
      </w:pPr>
      <w:r>
        <w:separator/>
      </w:r>
    </w:p>
  </w:footnote>
  <w:footnote w:type="continuationSeparator" w:id="0">
    <w:p w14:paraId="6A4F9276" w14:textId="77777777" w:rsidR="00E22F9C" w:rsidRDefault="00E22F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A0F24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2F9C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73263-01CC-48E8-806B-48FD0426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2021-01-22T09:17:00Z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